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35CB" w:rsidRDefault="005C4835" w:rsidP="00A40038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dopln</w:t>
            </w:r>
            <w:r w:rsidR="003D35CB">
              <w:rPr>
                <w:b/>
                <w:bCs/>
                <w:caps/>
                <w:color w:val="FF0000"/>
                <w:sz w:val="24"/>
              </w:rPr>
              <w:t xml:space="preserve">ění zeleně ve vybraných lokalitách </w:t>
            </w:r>
          </w:p>
          <w:p w:rsidR="000C5AE1" w:rsidRPr="003239CB" w:rsidRDefault="003D35CB" w:rsidP="00DA7874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města uherský brod 202</w:t>
            </w:r>
            <w:r w:rsidR="00DA7874">
              <w:rPr>
                <w:b/>
                <w:bCs/>
                <w:caps/>
                <w:color w:val="FF0000"/>
                <w:sz w:val="24"/>
              </w:rPr>
              <w:t>5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57170" w:rsidP="000C5AE1">
            <w:pPr>
              <w:rPr>
                <w:szCs w:val="20"/>
              </w:rPr>
            </w:pPr>
            <w:r>
              <w:t>Ing. Miroslav Polášek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A1677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A1677F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B3D5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A1677F">
              <w:rPr>
                <w:szCs w:val="20"/>
              </w:rPr>
              <w:t>37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A1677F" w:rsidP="00A1677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57170"/>
    <w:rsid w:val="000700B9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35CB"/>
    <w:rsid w:val="003D6916"/>
    <w:rsid w:val="00446E0D"/>
    <w:rsid w:val="00481807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483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4006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2681F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677F"/>
    <w:rsid w:val="00A17429"/>
    <w:rsid w:val="00A24AC9"/>
    <w:rsid w:val="00A40038"/>
    <w:rsid w:val="00A55F8A"/>
    <w:rsid w:val="00A61BD0"/>
    <w:rsid w:val="00A71359"/>
    <w:rsid w:val="00A72261"/>
    <w:rsid w:val="00A82CBF"/>
    <w:rsid w:val="00A91E65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A7874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3D5B"/>
    <w:rsid w:val="00EB5874"/>
    <w:rsid w:val="00EC2165"/>
    <w:rsid w:val="00F03382"/>
    <w:rsid w:val="00F1350C"/>
    <w:rsid w:val="00F2328E"/>
    <w:rsid w:val="00F32E7C"/>
    <w:rsid w:val="00F430F9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B9BB4-8048-4223-8936-FD0B5705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45C8C549.dotm</Template>
  <TotalTime>7</TotalTime>
  <Pages>1</Pages>
  <Words>145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2019-01-10T08:12:00Z</cp:lastPrinted>
  <dcterms:created xsi:type="dcterms:W3CDTF">2026-01-13T07:02:00Z</dcterms:created>
  <dcterms:modified xsi:type="dcterms:W3CDTF">2026-01-19T11:44:00Z</dcterms:modified>
</cp:coreProperties>
</file>